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906C4F" w:rsidRDefault="00906C4F" w:rsidP="00906C4F">
            <w:pPr>
              <w:pStyle w:val="Foo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Taught Unit – Developing Self-Esteem and Resilience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A32EA8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906C4F">
              <w:rPr>
                <w:rFonts w:ascii="Arial" w:hAnsi="Arial" w:cs="Arial"/>
                <w:sz w:val="22"/>
              </w:rPr>
              <w:t>4</w:t>
            </w:r>
            <w:r w:rsidR="007E7285">
              <w:rPr>
                <w:rFonts w:ascii="Arial" w:hAnsi="Arial" w:cs="Arial"/>
                <w:sz w:val="22"/>
              </w:rPr>
              <w:t xml:space="preserve"> </w:t>
            </w:r>
            <w:r w:rsidR="00A32EA8">
              <w:rPr>
                <w:rFonts w:ascii="Arial" w:hAnsi="Arial" w:cs="Arial"/>
                <w:sz w:val="22"/>
              </w:rPr>
              <w:t>of 7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06C4F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Being resilient: accepting feedback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06C4F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know how to accept both positive and negative feedback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620521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Resilience – accepting feedback </w:t>
            </w:r>
            <w:r w:rsidR="00906C4F">
              <w:rPr>
                <w:rFonts w:ascii="Arial" w:hAnsi="Arial" w:cs="Arial"/>
                <w:sz w:val="22"/>
              </w:rPr>
              <w:t>Teacher PPT</w:t>
            </w:r>
          </w:p>
          <w:p w:rsidR="00906C4F" w:rsidRDefault="00906C4F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Accepting positive feedback sheet</w:t>
            </w:r>
          </w:p>
          <w:p w:rsidR="00906C4F" w:rsidRPr="00794D11" w:rsidRDefault="00906C4F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Reflecting on how we receive negative feedback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Before sharing the LO: Place students in groups and ask them to give each other positive feedback e.g. </w:t>
            </w:r>
          </w:p>
          <w:p w:rsidR="00906C4F" w:rsidRPr="00906C4F" w:rsidRDefault="00906C4F" w:rsidP="00906C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906C4F">
              <w:rPr>
                <w:rFonts w:ascii="Arial" w:hAnsi="Arial" w:cs="Arial"/>
                <w:sz w:val="22"/>
              </w:rPr>
              <w:t>You are really good at…</w:t>
            </w:r>
          </w:p>
          <w:p w:rsidR="00906C4F" w:rsidRPr="00906C4F" w:rsidRDefault="00906C4F" w:rsidP="00906C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906C4F">
              <w:rPr>
                <w:rFonts w:ascii="Arial" w:hAnsi="Arial" w:cs="Arial"/>
                <w:sz w:val="22"/>
              </w:rPr>
              <w:t>Your talent is…</w:t>
            </w:r>
          </w:p>
          <w:p w:rsidR="00906C4F" w:rsidRPr="00906C4F" w:rsidRDefault="00906C4F" w:rsidP="00906C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906C4F">
              <w:rPr>
                <w:rFonts w:ascii="Arial" w:hAnsi="Arial" w:cs="Arial"/>
                <w:sz w:val="22"/>
              </w:rPr>
              <w:t>One thing that I like about you is…</w:t>
            </w:r>
          </w:p>
        </w:tc>
        <w:tc>
          <w:tcPr>
            <w:tcW w:w="4536" w:type="dxa"/>
            <w:vAlign w:val="center"/>
          </w:tcPr>
          <w:p w:rsidR="00906C4F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Upbeat start to the lesson </w:t>
            </w:r>
          </w:p>
          <w:p w:rsidR="00906C4F" w:rsidRDefault="00906C4F" w:rsidP="008E2DD2">
            <w:pPr>
              <w:rPr>
                <w:rFonts w:ascii="Arial" w:hAnsi="Arial" w:cs="Arial"/>
                <w:sz w:val="22"/>
              </w:rPr>
            </w:pPr>
          </w:p>
          <w:p w:rsidR="00906C4F" w:rsidRPr="00794D11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spontaneously react so you can learn about their typical responses.  </w:t>
            </w:r>
          </w:p>
        </w:tc>
        <w:tc>
          <w:tcPr>
            <w:tcW w:w="2835" w:type="dxa"/>
            <w:vAlign w:val="center"/>
          </w:tcPr>
          <w:p w:rsidR="00D07164" w:rsidRPr="00794D11" w:rsidRDefault="00906C4F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Watch out for students who undermine this by behaving sarcastically etc.  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Mins</w:t>
            </w:r>
          </w:p>
        </w:tc>
        <w:tc>
          <w:tcPr>
            <w:tcW w:w="6237" w:type="dxa"/>
            <w:vAlign w:val="center"/>
          </w:tcPr>
          <w:p w:rsidR="00D07164" w:rsidRPr="00794D11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Share responses to this feedback and ask students to identify how they reacted.  </w:t>
            </w:r>
          </w:p>
        </w:tc>
        <w:tc>
          <w:tcPr>
            <w:tcW w:w="4536" w:type="dxa"/>
            <w:vAlign w:val="center"/>
          </w:tcPr>
          <w:p w:rsidR="00EE1E9D" w:rsidRPr="00794D11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learn about their typical response to feedback (and you learn too). 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D07164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Teacher-led roleplay.  Teachers asks an individual in the class to try out a different strategy for responding to positive feedback e.g. staring at the floor</w:t>
            </w:r>
          </w:p>
          <w:p w:rsidR="00906C4F" w:rsidRDefault="00906C4F" w:rsidP="008E2DD2">
            <w:pPr>
              <w:rPr>
                <w:rFonts w:ascii="Arial" w:hAnsi="Arial" w:cs="Arial"/>
                <w:sz w:val="22"/>
              </w:rPr>
            </w:pPr>
          </w:p>
          <w:p w:rsidR="00906C4F" w:rsidRPr="00787EEB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Having seen the responses as a roleplay, students brainstorm advantages and disadvantages of each strategy (storing ideas on their sheets).  </w:t>
            </w:r>
          </w:p>
        </w:tc>
        <w:tc>
          <w:tcPr>
            <w:tcW w:w="4536" w:type="dxa"/>
            <w:vAlign w:val="center"/>
          </w:tcPr>
          <w:p w:rsidR="00EE1E9D" w:rsidRPr="00787EEB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exposed to a range of strategies for responding to positive feedback and analyse their own typical response</w:t>
            </w:r>
          </w:p>
        </w:tc>
        <w:tc>
          <w:tcPr>
            <w:tcW w:w="2835" w:type="dxa"/>
            <w:vAlign w:val="center"/>
          </w:tcPr>
          <w:p w:rsidR="00D07164" w:rsidRPr="00906C4F" w:rsidRDefault="00E675C0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Use targeted questioning so that</w:t>
            </w:r>
            <w:r w:rsidR="00906C4F">
              <w:rPr>
                <w:rFonts w:ascii="Arial" w:hAnsi="Arial" w:cs="Arial"/>
                <w:i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</w:rPr>
              <w:t xml:space="preserve">students </w:t>
            </w:r>
            <w:r w:rsidR="00906C4F">
              <w:rPr>
                <w:rFonts w:ascii="Arial" w:hAnsi="Arial" w:cs="Arial"/>
                <w:i/>
                <w:sz w:val="22"/>
              </w:rPr>
              <w:t>analyse their typical response to build self-awareness</w:t>
            </w: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787EEB" w:rsidRPr="008B53A3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about negative feedback illustrated by a range responses to negative feedback.  Teacher advice about how to handle this difficult scenario.  </w:t>
            </w:r>
          </w:p>
        </w:tc>
        <w:tc>
          <w:tcPr>
            <w:tcW w:w="4536" w:type="dxa"/>
            <w:vAlign w:val="center"/>
          </w:tcPr>
          <w:p w:rsidR="00787EEB" w:rsidRPr="00787EEB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exposed to a range of strategies </w:t>
            </w: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906C4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  <w:r w:rsidR="00E675C0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Mins</w:t>
            </w:r>
          </w:p>
        </w:tc>
        <w:tc>
          <w:tcPr>
            <w:tcW w:w="6237" w:type="dxa"/>
            <w:vAlign w:val="center"/>
          </w:tcPr>
          <w:p w:rsidR="008B53A3" w:rsidRPr="008B53A3" w:rsidRDefault="00E675C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carry out some individual reflection exploring how they typically react to negative feedback and why it is important to be able to receive feedback.  </w:t>
            </w:r>
          </w:p>
        </w:tc>
        <w:tc>
          <w:tcPr>
            <w:tcW w:w="4536" w:type="dxa"/>
            <w:vAlign w:val="center"/>
          </w:tcPr>
          <w:p w:rsidR="008B53A3" w:rsidRDefault="00E675C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Individual reflection time – creates opportunities for student-teacher conversations.  </w:t>
            </w: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E675C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If time</w:t>
            </w:r>
          </w:p>
        </w:tc>
        <w:tc>
          <w:tcPr>
            <w:tcW w:w="6237" w:type="dxa"/>
            <w:vAlign w:val="center"/>
          </w:tcPr>
          <w:p w:rsidR="008B53A3" w:rsidRDefault="00E675C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can share their ideas </w:t>
            </w:r>
          </w:p>
        </w:tc>
        <w:tc>
          <w:tcPr>
            <w:tcW w:w="4536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EE1E9D" w:rsidRPr="00794D11" w:rsidRDefault="00D07164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  <w:u w:val="single"/>
        </w:rPr>
        <w:t xml:space="preserve">Opportunities </w:t>
      </w:r>
      <w:r w:rsidR="00E675C0">
        <w:rPr>
          <w:rFonts w:ascii="Arial" w:hAnsi="Arial" w:cs="Arial"/>
          <w:sz w:val="22"/>
          <w:u w:val="single"/>
        </w:rPr>
        <w:t>to differentiate / personalise:</w:t>
      </w:r>
      <w:r w:rsidR="00E675C0">
        <w:rPr>
          <w:rFonts w:ascii="Arial" w:hAnsi="Arial" w:cs="Arial"/>
          <w:sz w:val="22"/>
        </w:rPr>
        <w:t xml:space="preserve"> Personalise the responses to negative feedback to include those of the students in the room. </w:t>
      </w:r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4F" w:rsidRDefault="00906C4F" w:rsidP="00D07164">
      <w:pPr>
        <w:spacing w:after="0" w:line="240" w:lineRule="auto"/>
      </w:pPr>
      <w:r>
        <w:separator/>
      </w:r>
    </w:p>
  </w:endnote>
  <w:endnote w:type="continuationSeparator" w:id="0">
    <w:p w:rsidR="00906C4F" w:rsidRDefault="00906C4F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54A" w:rsidRPr="0075654A" w:rsidRDefault="0075654A">
    <w:pPr>
      <w:pStyle w:val="Footer"/>
      <w:rPr>
        <w:rFonts w:ascii="Arial" w:hAnsi="Arial" w:cs="Arial"/>
        <w:color w:val="222222"/>
        <w:sz w:val="20"/>
        <w:szCs w:val="20"/>
        <w:shd w:val="clear" w:color="auto" w:fill="FFFFFF"/>
      </w:rPr>
    </w:pPr>
    <w:r w:rsidRPr="0075654A">
      <w:rPr>
        <w:sz w:val="20"/>
        <w:szCs w:val="20"/>
      </w:rPr>
      <w:br/>
    </w:r>
    <w:r w:rsidRPr="0075654A">
      <w:rPr>
        <w:rFonts w:ascii="Arial" w:hAnsi="Arial" w:cs="Arial"/>
        <w:color w:val="222222"/>
        <w:sz w:val="20"/>
        <w:szCs w:val="20"/>
        <w:shd w:val="clear" w:color="auto" w:fill="FFFFFF"/>
      </w:rPr>
      <w:t>Resources produced by Gladesmore Community School as part of the Stepping Stones programme, </w:t>
    </w:r>
    <w:r w:rsidRPr="0075654A">
      <w:rPr>
        <w:rFonts w:ascii="Arial" w:hAnsi="Arial" w:cs="Arial"/>
        <w:b/>
        <w:bCs/>
        <w:color w:val="222222"/>
        <w:sz w:val="20"/>
        <w:szCs w:val="20"/>
        <w:shd w:val="clear" w:color="auto" w:fill="FFFFFF"/>
      </w:rPr>
      <w:t>supported by the Mayor of London</w:t>
    </w:r>
    <w:r w:rsidRPr="0075654A">
      <w:rPr>
        <w:rFonts w:ascii="Arial" w:hAnsi="Arial" w:cs="Arial"/>
        <w:color w:val="222222"/>
        <w:sz w:val="20"/>
        <w:szCs w:val="20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4F" w:rsidRDefault="00906C4F" w:rsidP="00D07164">
      <w:pPr>
        <w:spacing w:after="0" w:line="240" w:lineRule="auto"/>
      </w:pPr>
      <w:r>
        <w:separator/>
      </w:r>
    </w:p>
  </w:footnote>
  <w:footnote w:type="continuationSeparator" w:id="0">
    <w:p w:rsidR="00906C4F" w:rsidRDefault="00906C4F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922CC8"/>
    <w:multiLevelType w:val="hybridMultilevel"/>
    <w:tmpl w:val="3EEEBA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4F"/>
    <w:rsid w:val="00000F70"/>
    <w:rsid w:val="000262B5"/>
    <w:rsid w:val="00076FC8"/>
    <w:rsid w:val="00187174"/>
    <w:rsid w:val="00316C77"/>
    <w:rsid w:val="003234BD"/>
    <w:rsid w:val="00370853"/>
    <w:rsid w:val="003C7047"/>
    <w:rsid w:val="0042241F"/>
    <w:rsid w:val="00620521"/>
    <w:rsid w:val="007061E6"/>
    <w:rsid w:val="0075654A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06C4F"/>
    <w:rsid w:val="009307CC"/>
    <w:rsid w:val="00953CE6"/>
    <w:rsid w:val="009B4BE8"/>
    <w:rsid w:val="009C1174"/>
    <w:rsid w:val="00A32EA8"/>
    <w:rsid w:val="00B62EC9"/>
    <w:rsid w:val="00B916B2"/>
    <w:rsid w:val="00D07164"/>
    <w:rsid w:val="00DB0029"/>
    <w:rsid w:val="00DB773A"/>
    <w:rsid w:val="00E14805"/>
    <w:rsid w:val="00E17BD6"/>
    <w:rsid w:val="00E675C0"/>
    <w:rsid w:val="00EE1E9D"/>
    <w:rsid w:val="00F34D0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%20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4C08D-4582-46CA-9A95-9656C0AC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 v2</Template>
  <TotalTime>19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4</cp:revision>
  <cp:lastPrinted>2017-10-09T15:23:00Z</cp:lastPrinted>
  <dcterms:created xsi:type="dcterms:W3CDTF">2018-01-12T14:20:00Z</dcterms:created>
  <dcterms:modified xsi:type="dcterms:W3CDTF">2018-01-25T11:23:00Z</dcterms:modified>
</cp:coreProperties>
</file>